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2F0C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C6B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421DFA" w14:textId="77777777" w:rsidR="0085747A" w:rsidRPr="00E11332" w:rsidRDefault="0071620A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E11332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E11332">
        <w:rPr>
          <w:rFonts w:ascii="Corbel" w:hAnsi="Corbel"/>
          <w:smallCaps/>
          <w:sz w:val="24"/>
          <w:szCs w:val="24"/>
        </w:rPr>
        <w:t xml:space="preserve"> 2020-2023 </w:t>
      </w:r>
    </w:p>
    <w:p w14:paraId="3A84D7DD" w14:textId="77777777" w:rsidR="00445970" w:rsidRPr="00EA4832" w:rsidRDefault="00E11332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2022/2023</w:t>
      </w:r>
    </w:p>
    <w:p w14:paraId="1559FD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524A3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80960C" w14:textId="77777777" w:rsidTr="5689D0ED">
        <w:tc>
          <w:tcPr>
            <w:tcW w:w="2694" w:type="dxa"/>
            <w:vAlign w:val="center"/>
          </w:tcPr>
          <w:p w14:paraId="1CE8CF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794CB5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7FA0C8C9" w14:textId="77777777" w:rsidTr="5689D0ED">
        <w:tc>
          <w:tcPr>
            <w:tcW w:w="2694" w:type="dxa"/>
            <w:vAlign w:val="center"/>
          </w:tcPr>
          <w:p w14:paraId="0208F91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49B490" w14:textId="77777777" w:rsidR="0085747A" w:rsidRPr="009C54AE" w:rsidRDefault="00CF2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2522">
              <w:rPr>
                <w:rFonts w:ascii="Corbel" w:hAnsi="Corbel"/>
                <w:b w:val="0"/>
                <w:sz w:val="24"/>
                <w:szCs w:val="24"/>
              </w:rPr>
              <w:t>E/I/EP/C-1.11a</w:t>
            </w:r>
          </w:p>
        </w:tc>
      </w:tr>
      <w:tr w:rsidR="0085747A" w:rsidRPr="009C54AE" w14:paraId="24D2A174" w14:textId="77777777" w:rsidTr="5689D0ED">
        <w:tc>
          <w:tcPr>
            <w:tcW w:w="2694" w:type="dxa"/>
            <w:vAlign w:val="center"/>
          </w:tcPr>
          <w:p w14:paraId="5643BB0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A1C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977ACF" w14:textId="77777777" w:rsidTr="5689D0ED">
        <w:tc>
          <w:tcPr>
            <w:tcW w:w="2694" w:type="dxa"/>
            <w:vAlign w:val="center"/>
          </w:tcPr>
          <w:p w14:paraId="3F8896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0E81D3" w14:textId="0935540A" w:rsidR="0085747A" w:rsidRPr="009C54AE" w:rsidRDefault="4778AADC" w:rsidP="5689D0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689D0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0C5EF" w14:textId="77777777" w:rsidTr="5689D0ED">
        <w:tc>
          <w:tcPr>
            <w:tcW w:w="2694" w:type="dxa"/>
            <w:vAlign w:val="center"/>
          </w:tcPr>
          <w:p w14:paraId="3F4F14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C39039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4AD160" w14:textId="77777777" w:rsidTr="5689D0ED">
        <w:tc>
          <w:tcPr>
            <w:tcW w:w="2694" w:type="dxa"/>
            <w:vAlign w:val="center"/>
          </w:tcPr>
          <w:p w14:paraId="5B3612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71A16E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6A08DC1" w14:textId="77777777" w:rsidTr="5689D0ED">
        <w:tc>
          <w:tcPr>
            <w:tcW w:w="2694" w:type="dxa"/>
            <w:vAlign w:val="center"/>
          </w:tcPr>
          <w:p w14:paraId="0F4F3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EE8C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A55539" w14:textId="77777777" w:rsidTr="5689D0ED">
        <w:tc>
          <w:tcPr>
            <w:tcW w:w="2694" w:type="dxa"/>
            <w:vAlign w:val="center"/>
          </w:tcPr>
          <w:p w14:paraId="286AE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319171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A7610A6" w14:textId="77777777" w:rsidTr="5689D0ED">
        <w:tc>
          <w:tcPr>
            <w:tcW w:w="2694" w:type="dxa"/>
            <w:vAlign w:val="center"/>
          </w:tcPr>
          <w:p w14:paraId="31C33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F71890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BE1882C" w14:textId="77777777" w:rsidTr="5689D0ED">
        <w:tc>
          <w:tcPr>
            <w:tcW w:w="2694" w:type="dxa"/>
            <w:vAlign w:val="center"/>
          </w:tcPr>
          <w:p w14:paraId="0E697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EB95D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8A26F9E" w14:textId="77777777" w:rsidTr="5689D0ED">
        <w:tc>
          <w:tcPr>
            <w:tcW w:w="2694" w:type="dxa"/>
            <w:vAlign w:val="center"/>
          </w:tcPr>
          <w:p w14:paraId="6631B2B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1C8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55F2443" w14:textId="77777777" w:rsidTr="5689D0ED">
        <w:tc>
          <w:tcPr>
            <w:tcW w:w="2694" w:type="dxa"/>
            <w:vAlign w:val="center"/>
          </w:tcPr>
          <w:p w14:paraId="7AA0CA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3E259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85747A" w:rsidRPr="009C54AE" w14:paraId="606987EF" w14:textId="77777777" w:rsidTr="5689D0ED">
        <w:tc>
          <w:tcPr>
            <w:tcW w:w="2694" w:type="dxa"/>
            <w:vAlign w:val="center"/>
          </w:tcPr>
          <w:p w14:paraId="7DFECD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0EF8BF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Mirosław Sołtysiak</w:t>
            </w:r>
          </w:p>
        </w:tc>
      </w:tr>
    </w:tbl>
    <w:p w14:paraId="4B90BFC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1133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1A1A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E11332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38988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081379E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3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A197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43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3A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BA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A3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CC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1B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B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03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4D0011ED" w14:textId="77777777" w:rsidTr="00E113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708F" w14:textId="77777777" w:rsidR="00CE7357" w:rsidRPr="009C54AE" w:rsidRDefault="00E11332" w:rsidP="00E113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CE5A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3992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7EF1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A26A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A58F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2BE6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054D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206E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046A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6BC8C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6748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478304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1D7A068C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59F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45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E11332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835D01" w14:textId="77777777" w:rsidR="00CE7357" w:rsidRPr="001E3B48" w:rsidRDefault="00E11332" w:rsidP="00E1133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7693B25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DE90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0C2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E1133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4341BA4" w14:textId="77777777" w:rsidR="00E11332" w:rsidRPr="009C54AE" w:rsidRDefault="00E1133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BE03F5" w14:textId="77777777" w:rsidTr="00745302">
        <w:tc>
          <w:tcPr>
            <w:tcW w:w="9670" w:type="dxa"/>
          </w:tcPr>
          <w:p w14:paraId="0E155080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2EAAB6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E1133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2661E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8776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E1133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CC5A5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6E34A75" w14:textId="77777777" w:rsidTr="00923D7D">
        <w:tc>
          <w:tcPr>
            <w:tcW w:w="851" w:type="dxa"/>
            <w:vAlign w:val="center"/>
          </w:tcPr>
          <w:p w14:paraId="16B34B0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50EEBA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="00E11332">
              <w:rPr>
                <w:rFonts w:ascii="Corbel" w:eastAsia="Corbel" w:hAnsi="Corbel" w:cs="Corbel"/>
                <w:b w:val="0"/>
                <w:sz w:val="24"/>
              </w:rPr>
              <w:t xml:space="preserve">z podstawowymi zagadnieniami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związanymi z funkcjonowaniem systemu finansów międzynarodowych.</w:t>
            </w:r>
          </w:p>
        </w:tc>
      </w:tr>
      <w:tr w:rsidR="0085747A" w:rsidRPr="009C54AE" w14:paraId="4BD229B8" w14:textId="77777777" w:rsidTr="00923D7D">
        <w:tc>
          <w:tcPr>
            <w:tcW w:w="851" w:type="dxa"/>
            <w:vAlign w:val="center"/>
          </w:tcPr>
          <w:p w14:paraId="08AC5222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D79DEB" w14:textId="77777777" w:rsidR="0085747A" w:rsidRPr="009C54AE" w:rsidRDefault="00CE7357" w:rsidP="00E113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42F8C8A1" w14:textId="77777777" w:rsidTr="00923D7D">
        <w:tc>
          <w:tcPr>
            <w:tcW w:w="851" w:type="dxa"/>
            <w:vAlign w:val="center"/>
          </w:tcPr>
          <w:p w14:paraId="58976084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5E9EA4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7478D77D" w14:textId="77777777" w:rsidTr="00923D7D">
        <w:tc>
          <w:tcPr>
            <w:tcW w:w="851" w:type="dxa"/>
            <w:vAlign w:val="center"/>
          </w:tcPr>
          <w:p w14:paraId="5D35942A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81FAA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5AEFD0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2EA0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1133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D467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6CC4BF" w14:textId="77777777" w:rsidTr="00E80C13">
        <w:tc>
          <w:tcPr>
            <w:tcW w:w="1681" w:type="dxa"/>
            <w:vAlign w:val="center"/>
          </w:tcPr>
          <w:p w14:paraId="2F8CAF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28100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BEA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A0D669B" w14:textId="77777777" w:rsidTr="00E11332">
        <w:tc>
          <w:tcPr>
            <w:tcW w:w="1681" w:type="dxa"/>
            <w:vAlign w:val="center"/>
          </w:tcPr>
          <w:p w14:paraId="78C4A56E" w14:textId="77777777" w:rsidR="0085747A" w:rsidRPr="009C54AE" w:rsidRDefault="0085747A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B0B6932" w14:textId="77777777" w:rsidR="0085747A" w:rsidRPr="009C54AE" w:rsidRDefault="00F84446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</w:tcPr>
          <w:p w14:paraId="6FCF5CEE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012D1864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18D1C33F" w14:textId="77777777" w:rsidTr="00E11332">
        <w:tc>
          <w:tcPr>
            <w:tcW w:w="1681" w:type="dxa"/>
            <w:vAlign w:val="center"/>
          </w:tcPr>
          <w:p w14:paraId="2F261D94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44990D4" w14:textId="77777777" w:rsidR="0085747A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545FB97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524557D8" w14:textId="77777777" w:rsidTr="00E11332">
        <w:tc>
          <w:tcPr>
            <w:tcW w:w="1681" w:type="dxa"/>
            <w:vAlign w:val="center"/>
          </w:tcPr>
          <w:p w14:paraId="423C173C" w14:textId="77777777" w:rsidR="00E80C13" w:rsidRPr="009C54AE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80C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1654405A" w14:textId="77777777" w:rsidR="00E80C13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</w:tcPr>
          <w:p w14:paraId="39357139" w14:textId="77777777" w:rsidR="00E80C13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7AEE123" w14:textId="77777777" w:rsidTr="00E11332">
        <w:tc>
          <w:tcPr>
            <w:tcW w:w="1681" w:type="dxa"/>
            <w:vAlign w:val="center"/>
          </w:tcPr>
          <w:p w14:paraId="4947E5E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64B2F4C" w14:textId="77777777" w:rsidR="00576544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ozpoznaje wzajemne powiązania i zależności między rynkami finansowymi w ujęciu </w:t>
            </w:r>
            <w:r w:rsidR="00961A40">
              <w:rPr>
                <w:rFonts w:ascii="Corbel" w:hAnsi="Corbel"/>
                <w:b w:val="0"/>
                <w:smallCaps w:val="0"/>
                <w:szCs w:val="24"/>
              </w:rPr>
              <w:t>międzynarodowym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wpływ procesów ekonomicznych na ich funkcjonowanie i rozwój.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rzewiduje makroekonomiczne skutki kryzysu gospodarczego dla  finansów międzynarodowych. Przedstawia opinię na temat funkcjonowania międzynarodowych rynków finansowych,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rynku instrumentów pochodnych.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</w:tcPr>
          <w:p w14:paraId="6D625DC8" w14:textId="77777777" w:rsidR="00E80C13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71B4C66D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F2D3EB5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45CB6A03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46FDD19B" w14:textId="77777777" w:rsidTr="00E11332">
        <w:tc>
          <w:tcPr>
            <w:tcW w:w="1681" w:type="dxa"/>
            <w:vAlign w:val="center"/>
          </w:tcPr>
          <w:p w14:paraId="7AFFD2B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3433F2C" w14:textId="77777777" w:rsidR="00E80C13" w:rsidRPr="002D15F2" w:rsidRDefault="002D15F2" w:rsidP="00E1133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wskazać szanse i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5DB5786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lastRenderedPageBreak/>
              <w:t>K_U05</w:t>
            </w:r>
          </w:p>
          <w:p w14:paraId="4AB96FAB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7B3C669" w14:textId="77777777" w:rsidTr="00E11332">
        <w:tc>
          <w:tcPr>
            <w:tcW w:w="1681" w:type="dxa"/>
            <w:vAlign w:val="center"/>
          </w:tcPr>
          <w:p w14:paraId="125F0306" w14:textId="77777777" w:rsidR="00E80C13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974" w:type="dxa"/>
          </w:tcPr>
          <w:p w14:paraId="6203BD3E" w14:textId="77777777" w:rsidR="00E80C13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posiada świad</w:t>
            </w:r>
            <w:r w:rsidR="00E11332">
              <w:rPr>
                <w:rFonts w:ascii="Corbel" w:hAnsi="Corbel"/>
                <w:b w:val="0"/>
                <w:smallCaps w:val="0"/>
                <w:szCs w:val="24"/>
              </w:rPr>
              <w:t xml:space="preserve">omość znaczenia funkcjonowania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rynków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procesu ich integracji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znaczenia równowagi bilansu płatniczego w kontekście międzynarodowego systemu finansowego. Student potrafi krytycznie oceniać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wydarzenia z zakresu finansów międzynarodowych w oparciu o posiadaną wiedzę.</w:t>
            </w:r>
          </w:p>
        </w:tc>
        <w:tc>
          <w:tcPr>
            <w:tcW w:w="1865" w:type="dxa"/>
          </w:tcPr>
          <w:p w14:paraId="447FD8FA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46CF9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F875D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11332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CDC8D2" w14:textId="77777777" w:rsidR="00E11332" w:rsidRPr="009C54AE" w:rsidRDefault="00E113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9DE29A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60AFE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458694" w14:textId="77777777" w:rsidTr="00752893">
        <w:tc>
          <w:tcPr>
            <w:tcW w:w="9520" w:type="dxa"/>
          </w:tcPr>
          <w:p w14:paraId="6EC96C1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6B5270AC" w14:textId="77777777" w:rsidTr="00752893">
        <w:tc>
          <w:tcPr>
            <w:tcW w:w="9520" w:type="dxa"/>
          </w:tcPr>
          <w:p w14:paraId="4648A0ED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7F467BD" w14:textId="77777777" w:rsidTr="00752893">
        <w:tc>
          <w:tcPr>
            <w:tcW w:w="9520" w:type="dxa"/>
          </w:tcPr>
          <w:p w14:paraId="54B968C0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AEED9F4" w14:textId="77777777" w:rsidTr="00752893">
        <w:tc>
          <w:tcPr>
            <w:tcW w:w="9520" w:type="dxa"/>
          </w:tcPr>
          <w:p w14:paraId="263C9D45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Charakterystyka i powiązanie rynków międzynarodowych – kapitałowego ,walutowego, </w:t>
            </w:r>
          </w:p>
          <w:p w14:paraId="7E6A3136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5F052A15" w14:textId="77777777" w:rsidTr="00752893">
        <w:tc>
          <w:tcPr>
            <w:tcW w:w="9520" w:type="dxa"/>
          </w:tcPr>
          <w:p w14:paraId="482C50DD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6727055A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A37B02C" w14:textId="77777777" w:rsidTr="00752893">
        <w:tc>
          <w:tcPr>
            <w:tcW w:w="9520" w:type="dxa"/>
          </w:tcPr>
          <w:p w14:paraId="642C400B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10A1CCBA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 we współczesnym systemie finansowym.  </w:t>
            </w:r>
          </w:p>
        </w:tc>
      </w:tr>
      <w:tr w:rsidR="00752893" w:rsidRPr="009C54AE" w14:paraId="63DD0DA7" w14:textId="77777777" w:rsidTr="00752893">
        <w:tc>
          <w:tcPr>
            <w:tcW w:w="9520" w:type="dxa"/>
          </w:tcPr>
          <w:p w14:paraId="356E4F18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6A24AA07" w14:textId="77777777" w:rsidTr="00752893">
        <w:tc>
          <w:tcPr>
            <w:tcW w:w="9520" w:type="dxa"/>
          </w:tcPr>
          <w:p w14:paraId="3261B9E1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1B9BBE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F022BC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7715F3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A2E8AA" w14:textId="77777777" w:rsidTr="00961A40">
        <w:tc>
          <w:tcPr>
            <w:tcW w:w="9520" w:type="dxa"/>
          </w:tcPr>
          <w:p w14:paraId="335F71F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2FE7C7D8" w14:textId="77777777" w:rsidTr="00961A40">
        <w:tc>
          <w:tcPr>
            <w:tcW w:w="9520" w:type="dxa"/>
          </w:tcPr>
          <w:p w14:paraId="57C4B1D9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6537D9CF" w14:textId="77777777" w:rsidTr="00961A40">
        <w:tc>
          <w:tcPr>
            <w:tcW w:w="9520" w:type="dxa"/>
          </w:tcPr>
          <w:p w14:paraId="69EA8687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1A45FCDD" w14:textId="77777777" w:rsidTr="00961A40">
        <w:tc>
          <w:tcPr>
            <w:tcW w:w="9520" w:type="dxa"/>
          </w:tcPr>
          <w:p w14:paraId="2AABC234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1BC4C61F" w14:textId="77777777" w:rsidTr="00961A40">
        <w:tc>
          <w:tcPr>
            <w:tcW w:w="9520" w:type="dxa"/>
          </w:tcPr>
          <w:p w14:paraId="0A027810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52D45F94" w14:textId="77777777" w:rsidTr="00961A40">
        <w:tc>
          <w:tcPr>
            <w:tcW w:w="9520" w:type="dxa"/>
          </w:tcPr>
          <w:p w14:paraId="66F1519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38639A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27B2B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DFF1680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6E0F2369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55CE572C" w14:textId="77777777" w:rsidR="00E960BB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</w:t>
      </w:r>
    </w:p>
    <w:p w14:paraId="67F31FB4" w14:textId="77777777" w:rsidR="00E11332" w:rsidRPr="00961A40" w:rsidRDefault="00E11332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>
        <w:rPr>
          <w:rFonts w:ascii="Corbel" w:hAnsi="Corbel"/>
          <w:color w:val="000000"/>
          <w:sz w:val="24"/>
          <w:szCs w:val="24"/>
        </w:rPr>
        <w:t>Możliwość wykorzystanie platformy MS Teams.</w:t>
      </w:r>
    </w:p>
    <w:p w14:paraId="75142B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EA1FE" w14:textId="77777777" w:rsidR="00E11332" w:rsidRDefault="00E1133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F946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A218CD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40E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532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3BBDC6B" w14:textId="77777777" w:rsidTr="5546F4EA">
        <w:tc>
          <w:tcPr>
            <w:tcW w:w="1962" w:type="dxa"/>
            <w:vAlign w:val="center"/>
          </w:tcPr>
          <w:p w14:paraId="006467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EB551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2BE7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8632F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7FF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023F9587" w14:textId="77777777" w:rsidTr="5546F4EA">
        <w:tc>
          <w:tcPr>
            <w:tcW w:w="1962" w:type="dxa"/>
            <w:vAlign w:val="center"/>
          </w:tcPr>
          <w:p w14:paraId="2903C306" w14:textId="77777777" w:rsidR="00961A40" w:rsidRPr="009C54AE" w:rsidRDefault="00E11332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1A4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  <w:vAlign w:val="center"/>
          </w:tcPr>
          <w:p w14:paraId="105D81F8" w14:textId="4F26948A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E5FBD65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13021ACB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E4FB0D4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2AEF64A1" w14:textId="77777777" w:rsidTr="5546F4EA">
        <w:tc>
          <w:tcPr>
            <w:tcW w:w="1962" w:type="dxa"/>
            <w:vAlign w:val="center"/>
          </w:tcPr>
          <w:p w14:paraId="5C580DB8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39133618" w14:textId="118680CA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57741B22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10F16EE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729D8470" w14:textId="77777777" w:rsidTr="5546F4EA">
        <w:tc>
          <w:tcPr>
            <w:tcW w:w="1962" w:type="dxa"/>
            <w:vAlign w:val="center"/>
          </w:tcPr>
          <w:p w14:paraId="3CF448DC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029BE7A2" w14:textId="604C75B0" w:rsidR="00961A40" w:rsidRPr="00961A40" w:rsidRDefault="5A164F13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5FF9AD15" w:rsidRPr="5546F4EA">
              <w:rPr>
                <w:rFonts w:ascii="Corbel" w:hAnsi="Corbel"/>
                <w:b w:val="0"/>
                <w:smallCaps w:val="0"/>
                <w:szCs w:val="24"/>
              </w:rPr>
              <w:t>rezentacja/projekt/referat</w:t>
            </w:r>
            <w:r w:rsidR="036E287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211DEC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5778CF0C" w14:textId="77777777" w:rsidTr="5546F4EA">
        <w:tc>
          <w:tcPr>
            <w:tcW w:w="1962" w:type="dxa"/>
            <w:vAlign w:val="center"/>
          </w:tcPr>
          <w:p w14:paraId="1FEEBA58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246F8CF9" w14:textId="71D9F0BA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EF41C57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0198505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67FFF7A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1DCFD0E1" w14:textId="77777777" w:rsidTr="5546F4EA">
        <w:tc>
          <w:tcPr>
            <w:tcW w:w="1962" w:type="dxa"/>
            <w:vAlign w:val="center"/>
          </w:tcPr>
          <w:p w14:paraId="50ABF67F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01C38A1" w14:textId="619BA08D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367DA08F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2D3882CA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5B5782C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80D885" w14:textId="77777777" w:rsidTr="5546F4EA">
        <w:tc>
          <w:tcPr>
            <w:tcW w:w="1962" w:type="dxa"/>
            <w:vAlign w:val="center"/>
          </w:tcPr>
          <w:p w14:paraId="488D179D" w14:textId="77777777" w:rsidR="00961A40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67CFADA3" w14:textId="21AA5FD8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egzamin, 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36F2456A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452A9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EFF60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3F8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FFBB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3525F65" w14:textId="77777777" w:rsidTr="5689D0ED">
        <w:tc>
          <w:tcPr>
            <w:tcW w:w="9670" w:type="dxa"/>
          </w:tcPr>
          <w:p w14:paraId="48EB9B8B" w14:textId="0A8E26F4" w:rsidR="0085747A" w:rsidRPr="009C54AE" w:rsidRDefault="79FB2AA3" w:rsidP="5689D0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689D0E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5FB0BD9E" w14:textId="45E6ECD2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2A2B3ED5" w14:textId="57258F68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6FCD644D" w14:textId="32298936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1B5686C" w14:textId="3B6681D1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721C4AD" w14:textId="57224186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831B09" w14:textId="081E2B40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163C8E81" w14:textId="7832CEF5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12982987" w14:textId="266CE04B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45F73CDA" w14:textId="135C8354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3E4274CA" w14:textId="277FCA73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1677830D" w14:textId="78E49855" w:rsidR="0085747A" w:rsidRPr="009C54AE" w:rsidRDefault="79FB2AA3" w:rsidP="5689D0ED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Wykład - Egzamin </w:t>
            </w:r>
          </w:p>
          <w:p w14:paraId="500E98F0" w14:textId="1AEE7243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04C195A7" w14:textId="77A6486D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liczbie punktów z egzaminu odpowiadają oceny wg skali:</w:t>
            </w:r>
          </w:p>
          <w:p w14:paraId="295E2BEC" w14:textId="310DA8FE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0C575026" w14:textId="3F10CA85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631D51E6" w14:textId="11306B6B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79% - ocena 3,5 </w:t>
            </w:r>
          </w:p>
          <w:p w14:paraId="1EF66FC8" w14:textId="4405DD77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lastRenderedPageBreak/>
              <w:t xml:space="preserve">od 80% do 83% - ocena 4,0 </w:t>
            </w:r>
          </w:p>
          <w:p w14:paraId="0F24588F" w14:textId="56E50876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84% do 92% - ocena 4,5 </w:t>
            </w:r>
          </w:p>
          <w:p w14:paraId="59BBC3C6" w14:textId="0C7A976B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5A225EB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84EB8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0EA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02C0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438915" w14:textId="77777777" w:rsidTr="5689D0ED">
        <w:tc>
          <w:tcPr>
            <w:tcW w:w="4962" w:type="dxa"/>
            <w:vAlign w:val="center"/>
          </w:tcPr>
          <w:p w14:paraId="35A088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B3D6C7" w14:textId="490C016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0F1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68C4202" w14:textId="77777777" w:rsidTr="5689D0ED">
        <w:tc>
          <w:tcPr>
            <w:tcW w:w="4962" w:type="dxa"/>
          </w:tcPr>
          <w:p w14:paraId="09EE96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14D06A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8825997" w14:textId="77777777" w:rsidTr="5689D0ED">
        <w:tc>
          <w:tcPr>
            <w:tcW w:w="4962" w:type="dxa"/>
          </w:tcPr>
          <w:p w14:paraId="3DCD15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CC1E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4C8055B" w14:textId="116E181F" w:rsidR="00C61DC5" w:rsidRPr="009C54AE" w:rsidRDefault="53DA01A4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689D0E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59D0AF09" w14:textId="77777777" w:rsidTr="5689D0ED">
        <w:tc>
          <w:tcPr>
            <w:tcW w:w="4962" w:type="dxa"/>
          </w:tcPr>
          <w:p w14:paraId="17290B68" w14:textId="183EF64F" w:rsidR="00C61DC5" w:rsidRPr="009C54AE" w:rsidRDefault="00C61DC5" w:rsidP="00CA10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A10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1332">
              <w:rPr>
                <w:rFonts w:ascii="Corbel" w:hAnsi="Corbel"/>
                <w:sz w:val="24"/>
                <w:szCs w:val="24"/>
              </w:rPr>
              <w:t>przygotowanie projektu/prezentacji,</w:t>
            </w:r>
            <w:r w:rsidR="00E11332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CA106C" w:rsidRPr="5689D0ED">
              <w:rPr>
                <w:rFonts w:ascii="Corbel" w:eastAsia="Corbel" w:hAnsi="Corbel" w:cs="Corbel"/>
                <w:sz w:val="24"/>
                <w:szCs w:val="24"/>
              </w:rPr>
              <w:t>referatu</w:t>
            </w:r>
            <w:r w:rsidR="00CA106C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11332">
              <w:rPr>
                <w:rFonts w:ascii="Corbel" w:hAnsi="Corbel"/>
                <w:sz w:val="24"/>
                <w:szCs w:val="24"/>
              </w:rPr>
              <w:t>kolokwium,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D33C8DD" w14:textId="5ADE846F" w:rsidR="00425740" w:rsidRPr="009C54AE" w:rsidRDefault="00425740" w:rsidP="5689D0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5689D0ED">
              <w:rPr>
                <w:rFonts w:ascii="Corbel" w:hAnsi="Corbel"/>
                <w:sz w:val="24"/>
                <w:szCs w:val="24"/>
              </w:rPr>
              <w:t>4</w:t>
            </w:r>
            <w:r w:rsidR="5C863376" w:rsidRPr="5689D0ED">
              <w:rPr>
                <w:rFonts w:ascii="Corbel" w:hAnsi="Corbel"/>
                <w:sz w:val="24"/>
                <w:szCs w:val="24"/>
              </w:rPr>
              <w:t>2</w:t>
            </w:r>
          </w:p>
          <w:p w14:paraId="1CA750BA" w14:textId="17B6E322" w:rsidR="00425740" w:rsidRPr="009C54AE" w:rsidRDefault="00425740" w:rsidP="00E11332">
            <w:pPr>
              <w:pStyle w:val="Akapitzlist"/>
              <w:spacing w:after="0" w:line="240" w:lineRule="auto"/>
              <w:ind w:left="0"/>
              <w:jc w:val="center"/>
            </w:pPr>
          </w:p>
        </w:tc>
      </w:tr>
      <w:tr w:rsidR="0085747A" w:rsidRPr="009C54AE" w14:paraId="1937EB48" w14:textId="77777777" w:rsidTr="5689D0ED">
        <w:tc>
          <w:tcPr>
            <w:tcW w:w="4962" w:type="dxa"/>
          </w:tcPr>
          <w:p w14:paraId="35D7C05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0FA9BCE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7E0CD22" w14:textId="77777777" w:rsidTr="5689D0ED">
        <w:tc>
          <w:tcPr>
            <w:tcW w:w="4962" w:type="dxa"/>
          </w:tcPr>
          <w:p w14:paraId="1149DA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9518825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A55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0F0E9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0DDAD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50F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A4C4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551604" w14:textId="77777777" w:rsidTr="00E20F17">
        <w:trPr>
          <w:trHeight w:val="397"/>
        </w:trPr>
        <w:tc>
          <w:tcPr>
            <w:tcW w:w="2359" w:type="pct"/>
          </w:tcPr>
          <w:p w14:paraId="4B1C64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3BB9D6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1219EC" w14:textId="77777777" w:rsidTr="00E20F17">
        <w:trPr>
          <w:trHeight w:val="397"/>
        </w:trPr>
        <w:tc>
          <w:tcPr>
            <w:tcW w:w="2359" w:type="pct"/>
          </w:tcPr>
          <w:p w14:paraId="243A7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21BD047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793C6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0E9102" w14:textId="77777777" w:rsidR="0056091D" w:rsidRPr="009C54AE" w:rsidRDefault="005609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DDA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23E6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E35E453" w14:textId="77777777" w:rsidTr="00E20F17">
        <w:trPr>
          <w:trHeight w:val="397"/>
        </w:trPr>
        <w:tc>
          <w:tcPr>
            <w:tcW w:w="5000" w:type="pct"/>
          </w:tcPr>
          <w:p w14:paraId="6E554001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785594D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2013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BFD164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D0AAD1" w14:textId="77777777" w:rsidR="00425740" w:rsidRPr="009C54AE" w:rsidRDefault="0056091D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Bernaś B.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międzynarodowe ,PWE, Warszawa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45B4738" w14:textId="77777777" w:rsidTr="00E20F17">
        <w:trPr>
          <w:trHeight w:val="397"/>
        </w:trPr>
        <w:tc>
          <w:tcPr>
            <w:tcW w:w="5000" w:type="pct"/>
          </w:tcPr>
          <w:p w14:paraId="64851A2B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149D18A" w14:textId="77777777" w:rsidR="00425740" w:rsidRPr="0056091D" w:rsidRDefault="00425740" w:rsidP="0056091D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>Zabielski K., Finans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e międzynarodowe, PWN, Warszawa</w:t>
            </w: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 xml:space="preserve"> 2009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67F886E1" w14:textId="77777777" w:rsidR="00425740" w:rsidRPr="00425740" w:rsidRDefault="00425740" w:rsidP="0056091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auki o finansach, PWE, Warszawa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CC815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E3E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050E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8FE57" w14:textId="77777777" w:rsidR="00E6635B" w:rsidRDefault="00E6635B" w:rsidP="00C16ABF">
      <w:pPr>
        <w:spacing w:after="0" w:line="240" w:lineRule="auto"/>
      </w:pPr>
      <w:r>
        <w:separator/>
      </w:r>
    </w:p>
  </w:endnote>
  <w:endnote w:type="continuationSeparator" w:id="0">
    <w:p w14:paraId="2EF0D660" w14:textId="77777777" w:rsidR="00E6635B" w:rsidRDefault="00E6635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939E4A" w14:textId="77777777" w:rsidR="00E6635B" w:rsidRDefault="00E6635B" w:rsidP="00C16ABF">
      <w:pPr>
        <w:spacing w:after="0" w:line="240" w:lineRule="auto"/>
      </w:pPr>
      <w:r>
        <w:separator/>
      </w:r>
    </w:p>
  </w:footnote>
  <w:footnote w:type="continuationSeparator" w:id="0">
    <w:p w14:paraId="1F8E8BC8" w14:textId="77777777" w:rsidR="00E6635B" w:rsidRDefault="00E6635B" w:rsidP="00C16ABF">
      <w:pPr>
        <w:spacing w:after="0" w:line="240" w:lineRule="auto"/>
      </w:pPr>
      <w:r>
        <w:continuationSeparator/>
      </w:r>
    </w:p>
  </w:footnote>
  <w:footnote w:id="1">
    <w:p w14:paraId="55F9AF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B3936"/>
    <w:multiLevelType w:val="hybridMultilevel"/>
    <w:tmpl w:val="18282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A6ACD"/>
    <w:multiLevelType w:val="hybridMultilevel"/>
    <w:tmpl w:val="0C86EFEA"/>
    <w:lvl w:ilvl="0" w:tplc="94C830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D9A0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4E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E3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603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5E5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06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C69E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BA8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951FB"/>
    <w:multiLevelType w:val="hybridMultilevel"/>
    <w:tmpl w:val="89725FE6"/>
    <w:lvl w:ilvl="0" w:tplc="836AFF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C005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762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182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0EC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ED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8A4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98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582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A7ADC"/>
    <w:multiLevelType w:val="hybridMultilevel"/>
    <w:tmpl w:val="35CC62F6"/>
    <w:lvl w:ilvl="0" w:tplc="F88CDDC2">
      <w:start w:val="1"/>
      <w:numFmt w:val="decimal"/>
      <w:lvlText w:val="%1."/>
      <w:lvlJc w:val="left"/>
      <w:pPr>
        <w:ind w:left="720" w:hanging="360"/>
      </w:pPr>
    </w:lvl>
    <w:lvl w:ilvl="1" w:tplc="F7446FF6">
      <w:start w:val="1"/>
      <w:numFmt w:val="lowerLetter"/>
      <w:lvlText w:val="%2."/>
      <w:lvlJc w:val="left"/>
      <w:pPr>
        <w:ind w:left="1440" w:hanging="360"/>
      </w:pPr>
    </w:lvl>
    <w:lvl w:ilvl="2" w:tplc="A3D49BA6">
      <w:start w:val="1"/>
      <w:numFmt w:val="lowerRoman"/>
      <w:lvlText w:val="%3."/>
      <w:lvlJc w:val="right"/>
      <w:pPr>
        <w:ind w:left="2160" w:hanging="180"/>
      </w:pPr>
    </w:lvl>
    <w:lvl w:ilvl="3" w:tplc="A09A9CCA">
      <w:start w:val="1"/>
      <w:numFmt w:val="decimal"/>
      <w:lvlText w:val="%4."/>
      <w:lvlJc w:val="left"/>
      <w:pPr>
        <w:ind w:left="2880" w:hanging="360"/>
      </w:pPr>
    </w:lvl>
    <w:lvl w:ilvl="4" w:tplc="6910F48A">
      <w:start w:val="1"/>
      <w:numFmt w:val="lowerLetter"/>
      <w:lvlText w:val="%5."/>
      <w:lvlJc w:val="left"/>
      <w:pPr>
        <w:ind w:left="3600" w:hanging="360"/>
      </w:pPr>
    </w:lvl>
    <w:lvl w:ilvl="5" w:tplc="F738BE16">
      <w:start w:val="1"/>
      <w:numFmt w:val="lowerRoman"/>
      <w:lvlText w:val="%6."/>
      <w:lvlJc w:val="right"/>
      <w:pPr>
        <w:ind w:left="4320" w:hanging="180"/>
      </w:pPr>
    </w:lvl>
    <w:lvl w:ilvl="6" w:tplc="FCACE930">
      <w:start w:val="1"/>
      <w:numFmt w:val="decimal"/>
      <w:lvlText w:val="%7."/>
      <w:lvlJc w:val="left"/>
      <w:pPr>
        <w:ind w:left="5040" w:hanging="360"/>
      </w:pPr>
    </w:lvl>
    <w:lvl w:ilvl="7" w:tplc="9D58AC4E">
      <w:start w:val="1"/>
      <w:numFmt w:val="lowerLetter"/>
      <w:lvlText w:val="%8."/>
      <w:lvlJc w:val="left"/>
      <w:pPr>
        <w:ind w:left="5760" w:hanging="360"/>
      </w:pPr>
    </w:lvl>
    <w:lvl w:ilvl="8" w:tplc="CECA90B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76357"/>
    <w:multiLevelType w:val="hybridMultilevel"/>
    <w:tmpl w:val="971A3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88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91D"/>
    <w:rsid w:val="0056696D"/>
    <w:rsid w:val="0057654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CDC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06C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3786"/>
    <w:rsid w:val="00DC6D0C"/>
    <w:rsid w:val="00DE09C0"/>
    <w:rsid w:val="00DE4A14"/>
    <w:rsid w:val="00DF320D"/>
    <w:rsid w:val="00DF71C8"/>
    <w:rsid w:val="00E11332"/>
    <w:rsid w:val="00E129B8"/>
    <w:rsid w:val="00E20F17"/>
    <w:rsid w:val="00E21E7D"/>
    <w:rsid w:val="00E22FBC"/>
    <w:rsid w:val="00E24BF5"/>
    <w:rsid w:val="00E25338"/>
    <w:rsid w:val="00E51E44"/>
    <w:rsid w:val="00E63348"/>
    <w:rsid w:val="00E661B9"/>
    <w:rsid w:val="00E6635B"/>
    <w:rsid w:val="00E742AA"/>
    <w:rsid w:val="00E77E88"/>
    <w:rsid w:val="00E80C13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6A7"/>
    <w:rsid w:val="00F83B28"/>
    <w:rsid w:val="00F8444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85058"/>
    <w:rsid w:val="036E2878"/>
    <w:rsid w:val="0E5FBD65"/>
    <w:rsid w:val="0EF41C57"/>
    <w:rsid w:val="13021ACB"/>
    <w:rsid w:val="2D3882CA"/>
    <w:rsid w:val="367DA08F"/>
    <w:rsid w:val="36F2456A"/>
    <w:rsid w:val="386D793A"/>
    <w:rsid w:val="4778AADC"/>
    <w:rsid w:val="496785E6"/>
    <w:rsid w:val="53DA01A4"/>
    <w:rsid w:val="5546F4EA"/>
    <w:rsid w:val="5689D0ED"/>
    <w:rsid w:val="57741B22"/>
    <w:rsid w:val="5A164F13"/>
    <w:rsid w:val="5C0D3D04"/>
    <w:rsid w:val="5C863376"/>
    <w:rsid w:val="5FF9AD15"/>
    <w:rsid w:val="63FF268C"/>
    <w:rsid w:val="736D3CE8"/>
    <w:rsid w:val="79FB2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332F"/>
  <w15:docId w15:val="{722537E4-0B40-42E6-AD94-66F16DC5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4F2E8C-FBE5-4971-BD02-67A01DF57F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D0939E-60E9-430D-A8F8-ED0639FAA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A0AE5B-34DD-4DED-A3C7-97FFF1D08C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60E139-D0E2-4766-A39B-BAB09B3C2F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1308</Words>
  <Characters>7854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2020-10-23T12:39:00Z</dcterms:created>
  <dcterms:modified xsi:type="dcterms:W3CDTF">2020-12-10T06:27:00Z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